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323F2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6A2323F3" w14:textId="6CC06EDB" w:rsidR="00E44C89" w:rsidRDefault="00E44C89" w:rsidP="063659E2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 w:rsidRPr="063659E2">
        <w:rPr>
          <w:rFonts w:ascii="Times New Roman" w:hAnsi="Times New Roman"/>
          <w:i/>
          <w:iCs/>
          <w:sz w:val="24"/>
          <w:szCs w:val="24"/>
          <w:lang w:val="en-US"/>
        </w:rPr>
        <w:t>Standard report - Appendix</w:t>
      </w:r>
    </w:p>
    <w:p w14:paraId="6A2323F4" w14:textId="77777777" w:rsidR="00E44C89" w:rsidRDefault="00E44C89" w:rsidP="00C524E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Information Security Management System</w:t>
      </w:r>
    </w:p>
    <w:p w14:paraId="6A2323F5" w14:textId="44AE749F" w:rsidR="00E44C89" w:rsidRDefault="00E44C89" w:rsidP="00C524E8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SCP.03.</w:t>
      </w:r>
      <w:proofErr w:type="gramStart"/>
      <w:r>
        <w:rPr>
          <w:rFonts w:ascii="Times New Roman" w:hAnsi="Times New Roman"/>
          <w:b/>
          <w:sz w:val="20"/>
          <w:szCs w:val="20"/>
          <w:lang w:val="en-US"/>
        </w:rPr>
        <w:t>00.EN</w:t>
      </w:r>
      <w:proofErr w:type="gramEnd"/>
    </w:p>
    <w:p w14:paraId="51E4A928" w14:textId="77777777" w:rsidR="00AE4D24" w:rsidRPr="00095F34" w:rsidRDefault="00AE4D24" w:rsidP="00AE4D24">
      <w:pPr>
        <w:pStyle w:val="Overskrift3"/>
        <w:spacing w:before="0" w:after="0"/>
        <w:rPr>
          <w:rFonts w:ascii="Garamond" w:hAnsi="Garamond"/>
          <w:sz w:val="24"/>
          <w:szCs w:val="28"/>
          <w:lang w:val="en-US"/>
        </w:rPr>
      </w:pPr>
      <w:r w:rsidRPr="00095F34">
        <w:rPr>
          <w:rFonts w:ascii="Garamond" w:hAnsi="Garamond"/>
          <w:sz w:val="24"/>
          <w:szCs w:val="28"/>
          <w:lang w:val="en-US"/>
        </w:rPr>
        <w:t xml:space="preserve">Appendix to standard report </w:t>
      </w:r>
    </w:p>
    <w:p w14:paraId="6A2323F6" w14:textId="4D86DE5F" w:rsidR="00E44C89" w:rsidRDefault="00AE4D24" w:rsidP="00AE4D24">
      <w:pPr>
        <w:spacing w:after="0"/>
        <w:rPr>
          <w:rFonts w:ascii="Times New Roman" w:hAnsi="Times New Roman"/>
          <w:b/>
          <w:sz w:val="20"/>
          <w:szCs w:val="20"/>
          <w:lang w:val="en-US"/>
        </w:rPr>
      </w:pPr>
      <w:r w:rsidRPr="007E252A">
        <w:rPr>
          <w:rFonts w:ascii="Garamond" w:hAnsi="Garamond"/>
          <w:sz w:val="20"/>
          <w:szCs w:val="20"/>
          <w:lang w:val="en-US"/>
        </w:rPr>
        <w:t xml:space="preserve">Unique report number/internal reference number which </w:t>
      </w:r>
      <w:r>
        <w:rPr>
          <w:rFonts w:ascii="Garamond" w:hAnsi="Garamond"/>
          <w:sz w:val="20"/>
          <w:szCs w:val="20"/>
          <w:lang w:val="en-US"/>
        </w:rPr>
        <w:t>the appendix refers to</w:t>
      </w:r>
      <w:r w:rsidRPr="007E252A">
        <w:rPr>
          <w:sz w:val="20"/>
          <w:szCs w:val="20"/>
          <w:lang w:val="en-US"/>
        </w:rPr>
        <w:t xml:space="preserve">: </w:t>
      </w:r>
      <w:r w:rsidRPr="007E252A">
        <w:rPr>
          <w:lang w:val="en-US"/>
        </w:rPr>
        <w:t>_____________________________</w:t>
      </w:r>
    </w:p>
    <w:p w14:paraId="6A2323F7" w14:textId="56F36132" w:rsidR="00E44C89" w:rsidRDefault="00E44C89" w:rsidP="00E44C89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6A2323FB" w14:textId="77777777" w:rsidTr="004C1189">
        <w:tc>
          <w:tcPr>
            <w:tcW w:w="1134" w:type="dxa"/>
          </w:tcPr>
          <w:p w14:paraId="6A2323F8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</w:p>
        </w:tc>
        <w:tc>
          <w:tcPr>
            <w:tcW w:w="1560" w:type="dxa"/>
          </w:tcPr>
          <w:p w14:paraId="6A2323F9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6A2323FA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</w:p>
        </w:tc>
      </w:tr>
      <w:tr w:rsidR="003F3B5A" w:rsidRPr="003F3B5A" w14:paraId="6A232400" w14:textId="77777777" w:rsidTr="004C1189">
        <w:tc>
          <w:tcPr>
            <w:tcW w:w="1134" w:type="dxa"/>
          </w:tcPr>
          <w:p w14:paraId="6A2323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3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3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3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05" w14:textId="77777777" w:rsidTr="004C1189">
        <w:tc>
          <w:tcPr>
            <w:tcW w:w="1134" w:type="dxa"/>
          </w:tcPr>
          <w:p w14:paraId="6A2324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0A" w14:textId="77777777" w:rsidTr="004C1189">
        <w:tc>
          <w:tcPr>
            <w:tcW w:w="1134" w:type="dxa"/>
          </w:tcPr>
          <w:p w14:paraId="6A2324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0F" w14:textId="77777777" w:rsidTr="004C1189">
        <w:tc>
          <w:tcPr>
            <w:tcW w:w="1134" w:type="dxa"/>
          </w:tcPr>
          <w:p w14:paraId="6A2324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0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14" w14:textId="77777777" w:rsidTr="004C1189">
        <w:tc>
          <w:tcPr>
            <w:tcW w:w="1134" w:type="dxa"/>
          </w:tcPr>
          <w:p w14:paraId="6A2324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1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19" w14:textId="77777777" w:rsidTr="004C1189">
        <w:tc>
          <w:tcPr>
            <w:tcW w:w="1134" w:type="dxa"/>
          </w:tcPr>
          <w:p w14:paraId="6A23241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1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1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1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1E" w14:textId="77777777" w:rsidTr="004C1189">
        <w:tc>
          <w:tcPr>
            <w:tcW w:w="1134" w:type="dxa"/>
          </w:tcPr>
          <w:p w14:paraId="6A23241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1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1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1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23" w14:textId="77777777" w:rsidTr="004C1189">
        <w:tc>
          <w:tcPr>
            <w:tcW w:w="1134" w:type="dxa"/>
          </w:tcPr>
          <w:p w14:paraId="6A23241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2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2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2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29" w14:textId="77777777" w:rsidTr="004C1189">
        <w:tc>
          <w:tcPr>
            <w:tcW w:w="1134" w:type="dxa"/>
          </w:tcPr>
          <w:p w14:paraId="6A23242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2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2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2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2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2E" w14:textId="77777777" w:rsidTr="004C1189">
        <w:tc>
          <w:tcPr>
            <w:tcW w:w="1134" w:type="dxa"/>
          </w:tcPr>
          <w:p w14:paraId="6A23242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2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2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2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33" w14:textId="77777777" w:rsidTr="004C1189">
        <w:tc>
          <w:tcPr>
            <w:tcW w:w="1134" w:type="dxa"/>
          </w:tcPr>
          <w:p w14:paraId="6A23242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3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3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3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38" w14:textId="77777777" w:rsidTr="004C1189">
        <w:tc>
          <w:tcPr>
            <w:tcW w:w="1134" w:type="dxa"/>
          </w:tcPr>
          <w:p w14:paraId="6A23243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3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3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3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3D" w14:textId="77777777" w:rsidTr="004C1189">
        <w:tc>
          <w:tcPr>
            <w:tcW w:w="1134" w:type="dxa"/>
          </w:tcPr>
          <w:p w14:paraId="6A23243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3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3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3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42" w14:textId="77777777" w:rsidTr="004C1189">
        <w:tc>
          <w:tcPr>
            <w:tcW w:w="1134" w:type="dxa"/>
          </w:tcPr>
          <w:p w14:paraId="6A23243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3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4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4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47" w14:textId="77777777" w:rsidTr="004C1189">
        <w:tc>
          <w:tcPr>
            <w:tcW w:w="1134" w:type="dxa"/>
          </w:tcPr>
          <w:p w14:paraId="6A23244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4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4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4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A23244C" w14:textId="77777777" w:rsidTr="004C1189">
        <w:tc>
          <w:tcPr>
            <w:tcW w:w="1134" w:type="dxa"/>
          </w:tcPr>
          <w:p w14:paraId="6A23244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A23244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244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A23244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A23244D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32450" w14:textId="77777777" w:rsidR="000A7FA2" w:rsidRDefault="000A7FA2" w:rsidP="009E4B94">
      <w:pPr>
        <w:spacing w:line="240" w:lineRule="auto"/>
      </w:pPr>
      <w:r>
        <w:separator/>
      </w:r>
    </w:p>
  </w:endnote>
  <w:endnote w:type="continuationSeparator" w:id="0">
    <w:p w14:paraId="6A232451" w14:textId="77777777" w:rsidR="000A7FA2" w:rsidRDefault="000A7FA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2452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A232455" wp14:editId="6A232456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23245D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6A232457" wp14:editId="6A232458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2454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6A23245B" wp14:editId="6A23245C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3244E" w14:textId="77777777" w:rsidR="000A7FA2" w:rsidRDefault="000A7FA2" w:rsidP="009E4B94">
      <w:pPr>
        <w:spacing w:line="240" w:lineRule="auto"/>
      </w:pPr>
      <w:r>
        <w:separator/>
      </w:r>
    </w:p>
  </w:footnote>
  <w:footnote w:type="continuationSeparator" w:id="0">
    <w:p w14:paraId="6A23244F" w14:textId="77777777" w:rsidR="000A7FA2" w:rsidRDefault="000A7FA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2453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6A232459" wp14:editId="6A23245A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2086684458">
    <w:abstractNumId w:val="11"/>
  </w:num>
  <w:num w:numId="2" w16cid:durableId="1130899369">
    <w:abstractNumId w:val="7"/>
  </w:num>
  <w:num w:numId="3" w16cid:durableId="448359958">
    <w:abstractNumId w:val="6"/>
  </w:num>
  <w:num w:numId="4" w16cid:durableId="171376876">
    <w:abstractNumId w:val="5"/>
  </w:num>
  <w:num w:numId="5" w16cid:durableId="376975624">
    <w:abstractNumId w:val="4"/>
  </w:num>
  <w:num w:numId="6" w16cid:durableId="837229179">
    <w:abstractNumId w:val="10"/>
  </w:num>
  <w:num w:numId="7" w16cid:durableId="49309595">
    <w:abstractNumId w:val="3"/>
  </w:num>
  <w:num w:numId="8" w16cid:durableId="527724220">
    <w:abstractNumId w:val="2"/>
  </w:num>
  <w:num w:numId="9" w16cid:durableId="663629706">
    <w:abstractNumId w:val="1"/>
  </w:num>
  <w:num w:numId="10" w16cid:durableId="1211263310">
    <w:abstractNumId w:val="0"/>
  </w:num>
  <w:num w:numId="11" w16cid:durableId="740712443">
    <w:abstractNumId w:val="8"/>
  </w:num>
  <w:num w:numId="12" w16cid:durableId="16204301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9414461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A7FA2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193C"/>
    <w:rsid w:val="00182651"/>
    <w:rsid w:val="001918C2"/>
    <w:rsid w:val="001E79D1"/>
    <w:rsid w:val="001F374B"/>
    <w:rsid w:val="00202ECA"/>
    <w:rsid w:val="00203DE6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94864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E4D2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524E8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4C89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0636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232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957C8-0A8A-43EF-9845-2BE96213E287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d8e0b01-3bd1-470f-b2b0-c2ed8c7d5e05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446B02-917E-48B1-A1F2-A06F8ABF6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7B70E3-AB8B-43D5-8252-753836189E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45</Words>
  <Characters>281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2015-02-04T09:55:00Z</dcterms:created>
  <dcterms:modified xsi:type="dcterms:W3CDTF">2025-01-07T12:51:00Z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e12678d8-1c79-48a9-9709-896d8d318c9d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